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ES" w:eastAsia="es-E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2009-2010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365A1">
              <w:rPr>
                <w:rFonts w:ascii="Verdana" w:hAnsi="Verdana"/>
                <w:sz w:val="20"/>
                <w:szCs w:val="20"/>
              </w:rPr>
              <w:t xml:space="preserve"> First</w:t>
            </w:r>
          </w:p>
        </w:tc>
        <w:tc>
          <w:tcPr>
            <w:tcW w:w="4950" w:type="dxa"/>
            <w:gridSpan w:val="5"/>
          </w:tcPr>
          <w:p w:rsidR="001A210A" w:rsidRPr="00A7565C" w:rsidRDefault="007D67CD" w:rsidP="001A210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1A210A">
              <w:rPr>
                <w:rFonts w:ascii="Verdana" w:hAnsi="Verdana"/>
                <w:sz w:val="20"/>
                <w:szCs w:val="20"/>
              </w:rPr>
              <w:t>WHERE WE ARE IN PLACE AND TIME</w:t>
            </w:r>
          </w:p>
          <w:p w:rsidR="008365A1" w:rsidRPr="00A7565C" w:rsidRDefault="008365A1" w:rsidP="008365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A26662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365A1" w:rsidRPr="008365A1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8365A1">
              <w:rPr>
                <w:rFonts w:ascii="Verdana" w:hAnsi="Verdana"/>
                <w:b/>
                <w:sz w:val="18"/>
                <w:szCs w:val="20"/>
              </w:rPr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8365A1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t>Style</w:t>
            </w:r>
          </w:p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8726F4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0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8726F4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8726F4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8726F4">
              <w:rPr>
                <w:rFonts w:ascii="Verdana" w:hAnsi="Verdana"/>
                <w:sz w:val="16"/>
                <w:szCs w:val="20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20"/>
              </w:rPr>
            </w:r>
            <w:r w:rsidRPr="008726F4">
              <w:rPr>
                <w:rFonts w:ascii="Verdana" w:hAnsi="Verdana"/>
                <w:sz w:val="16"/>
                <w:szCs w:val="20"/>
              </w:rPr>
              <w:fldChar w:fldCharType="end"/>
            </w:r>
            <w:r w:rsidR="008726F4" w:rsidRPr="008726F4">
              <w:rPr>
                <w:rFonts w:ascii="Verdana" w:hAnsi="Verdana"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8726F4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2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8726F4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8726F4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3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8726F4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8726F4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8726F4" w:rsidRDefault="00B57B1C" w:rsidP="00B57B1C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726F4">
              <w:rPr>
                <w:rFonts w:ascii="Verdana" w:hAnsi="Verdana"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26662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26662">
              <w:rPr>
                <w:rFonts w:ascii="Verdana" w:hAnsi="Verdana"/>
                <w:b/>
                <w:sz w:val="20"/>
                <w:szCs w:val="20"/>
              </w:rPr>
            </w:r>
            <w:r w:rsidR="00A26662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26662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26662" w:rsidRPr="00517BEB">
              <w:rPr>
                <w:rFonts w:ascii="Verdana" w:hAnsi="Verdana"/>
                <w:b/>
                <w:sz w:val="20"/>
                <w:szCs w:val="20"/>
              </w:rPr>
            </w:r>
            <w:r w:rsidR="00A26662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A26662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26662" w:rsidRPr="00517BEB">
              <w:rPr>
                <w:rFonts w:ascii="Verdana" w:hAnsi="Verdana"/>
                <w:b/>
                <w:sz w:val="20"/>
                <w:szCs w:val="20"/>
              </w:rPr>
            </w:r>
            <w:r w:rsidR="00A26662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8726F4" w:rsidRDefault="00B57B1C" w:rsidP="006F03D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8726F4" w:rsidRDefault="00A2666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Pr="008726F4" w:rsidRDefault="00A2666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5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8726F4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8726F4" w:rsidRDefault="00A2666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6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517BEB" w:rsidRPr="008726F4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8726F4">
              <w:rPr>
                <w:rFonts w:ascii="Verdana" w:hAnsi="Verdana"/>
                <w:sz w:val="16"/>
                <w:szCs w:val="16"/>
              </w:rPr>
              <w:t>a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esthetic</w:t>
            </w:r>
            <w:bookmarkStart w:id="8" w:name="Casilla30"/>
          </w:p>
          <w:bookmarkEnd w:id="8"/>
          <w:p w:rsidR="00B57B1C" w:rsidRPr="008726F4" w:rsidRDefault="00A2666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8726F4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8726F4" w:rsidRDefault="00B57B1C" w:rsidP="00B57B1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A26662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A2666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A2666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A26662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A2666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A2666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A2666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A2666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205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A2666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13205" w:rsidRPr="00B75BC2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2666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2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2666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2666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2666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5"/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A2666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13205" w:rsidRPr="00B75BC2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A2666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2666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2666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2666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2666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E707DA" w:rsidRPr="00E707DA" w:rsidRDefault="00E707DA" w:rsidP="00E707DA">
            <w:pPr>
              <w:spacing w:after="0" w:line="240" w:lineRule="auto"/>
              <w:ind w:left="360"/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Achievement Indicator</w:t>
            </w:r>
            <w:r w:rsidR="00922918"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922918" w:rsidRPr="00CA3413" w:rsidRDefault="00922918" w:rsidP="00566490">
            <w:pPr>
              <w:spacing w:after="0" w:line="240" w:lineRule="auto"/>
              <w:ind w:left="36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96FD9" w:rsidRPr="00E707DA" w:rsidRDefault="0011437C" w:rsidP="0011437C">
            <w:pPr>
              <w:pStyle w:val="Sinespaciad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Identifies, collects and interprets data in simple charts or graphic organizers: bar graph, tally chart</w:t>
            </w:r>
          </w:p>
        </w:tc>
        <w:tc>
          <w:tcPr>
            <w:tcW w:w="5105" w:type="dxa"/>
            <w:gridSpan w:val="6"/>
          </w:tcPr>
          <w:p w:rsidR="00922918" w:rsidRPr="00E707DA" w:rsidRDefault="00922918" w:rsidP="00CA34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85004C" w:rsidRPr="00566490">
              <w:rPr>
                <w:rFonts w:ascii="MyriadPro-Bold" w:hAnsi="MyriadPro-Bold" w:cs="MyriadPro-Bold"/>
                <w:b/>
                <w:bCs/>
                <w:sz w:val="18"/>
                <w:szCs w:val="18"/>
                <w:lang w:val="en-US"/>
              </w:rPr>
              <w:t>Application, Analysis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E707DA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13205">
              <w:rPr>
                <w:rFonts w:ascii="Verdana" w:hAnsi="Verdana"/>
                <w:sz w:val="16"/>
                <w:szCs w:val="16"/>
                <w:lang w:val="en-US"/>
              </w:rPr>
              <w:t>Math’s notebo</w:t>
            </w:r>
            <w:r w:rsidR="00E13205" w:rsidRPr="00E13205">
              <w:rPr>
                <w:rFonts w:ascii="Verdana" w:hAnsi="Verdana"/>
                <w:sz w:val="16"/>
                <w:szCs w:val="16"/>
                <w:lang w:val="en-US"/>
              </w:rPr>
              <w:t>ok; pencil case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A2666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A2666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2666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A2666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707DA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E707DA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A26662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A2666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A2666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A2666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A26662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A2666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A2666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566490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2666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A3413">
              <w:rPr>
                <w:rFonts w:ascii="Verdana" w:hAnsi="Verdana"/>
                <w:sz w:val="16"/>
                <w:szCs w:val="16"/>
                <w:lang w:val="en-US"/>
              </w:rPr>
              <w:t xml:space="preserve">Week </w:t>
            </w:r>
            <w:r w:rsidR="00317141">
              <w:rPr>
                <w:rFonts w:ascii="Verdana" w:hAnsi="Verdana"/>
                <w:sz w:val="16"/>
                <w:szCs w:val="16"/>
                <w:lang w:val="en-US"/>
              </w:rPr>
              <w:t xml:space="preserve">  October 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0178B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707DA">
              <w:rPr>
                <w:rFonts w:ascii="Verdana" w:hAnsi="Verdana"/>
                <w:b/>
                <w:sz w:val="16"/>
                <w:szCs w:val="16"/>
                <w:lang w:val="en-US"/>
              </w:rPr>
              <w:t>45´</w:t>
            </w:r>
            <w:r w:rsidR="00A26662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18" w:name="Texto44"/>
            <w:r w:rsidR="00F20647" w:rsidRPr="00E707DA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A26662" w:rsidRPr="00C26857">
              <w:rPr>
                <w:rFonts w:ascii="Verdana" w:hAnsi="Verdana"/>
                <w:sz w:val="16"/>
                <w:szCs w:val="16"/>
              </w:rPr>
            </w:r>
            <w:r w:rsidR="00A26662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864D7" w:rsidRPr="00E707DA">
              <w:rPr>
                <w:rFonts w:ascii="Verdana" w:hAnsi="Verdana"/>
                <w:noProof/>
                <w:sz w:val="16"/>
                <w:szCs w:val="16"/>
                <w:lang w:val="en-US"/>
              </w:rPr>
              <w:t xml:space="preserve"> </w:t>
            </w:r>
            <w:r w:rsidR="00A26662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707DA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707DA" w:rsidRDefault="00E707DA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726F4" w:rsidRPr="008726F4" w:rsidRDefault="008726F4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</w:p>
          <w:p w:rsidR="001A210A" w:rsidRPr="00A602BE" w:rsidRDefault="00B4646C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Teacher model a survey with the question: </w:t>
            </w: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 xml:space="preserve">How many brothers do you have? </w:t>
            </w:r>
            <w:r w:rsidRPr="00A602BE">
              <w:rPr>
                <w:rFonts w:ascii="Verdana" w:hAnsi="Verdana"/>
                <w:sz w:val="16"/>
                <w:szCs w:val="16"/>
                <w:lang w:val="en-GB"/>
              </w:rPr>
              <w:t xml:space="preserve">Make a Tally chart with the information children gave you. </w:t>
            </w:r>
          </w:p>
          <w:p w:rsidR="00B4646C" w:rsidRPr="00A602BE" w:rsidRDefault="00B4646C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602BE">
              <w:rPr>
                <w:rFonts w:ascii="Verdana" w:hAnsi="Verdana"/>
                <w:sz w:val="16"/>
                <w:szCs w:val="16"/>
                <w:lang w:val="en-GB"/>
              </w:rPr>
              <w:t xml:space="preserve">Then, using that information model a bar graph. Ask the children to think of a question they want to ask to </w:t>
            </w:r>
            <w:r w:rsidR="00E13205" w:rsidRPr="00A602BE">
              <w:rPr>
                <w:rFonts w:ascii="Verdana" w:hAnsi="Verdana"/>
                <w:sz w:val="16"/>
                <w:szCs w:val="16"/>
                <w:lang w:val="en-GB"/>
              </w:rPr>
              <w:t xml:space="preserve">their classmates. </w:t>
            </w:r>
          </w:p>
          <w:p w:rsidR="00E13205" w:rsidRPr="00A602BE" w:rsidRDefault="00E13205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726F4" w:rsidRPr="008726F4" w:rsidRDefault="008726F4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E13205" w:rsidRDefault="00E13205" w:rsidP="001A21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707DA" w:rsidRPr="000226A8" w:rsidRDefault="00E13205" w:rsidP="001A21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Using different questions: </w:t>
            </w:r>
            <w:r w:rsidRPr="001A210A">
              <w:rPr>
                <w:rFonts w:ascii="Verdana" w:hAnsi="Verdana"/>
                <w:i/>
                <w:sz w:val="16"/>
                <w:szCs w:val="16"/>
                <w:lang w:val="en-GB"/>
              </w:rPr>
              <w:t>What is your favourite</w:t>
            </w:r>
            <w:proofErr w:type="gramStart"/>
            <w:r w:rsidRPr="001A210A">
              <w:rPr>
                <w:rFonts w:ascii="Verdana" w:hAnsi="Verdana"/>
                <w:i/>
                <w:sz w:val="16"/>
                <w:szCs w:val="16"/>
                <w:lang w:val="en-GB"/>
              </w:rPr>
              <w:t>...</w:t>
            </w:r>
            <w:proofErr w:type="gramEnd"/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 xml:space="preserve"> (</w:t>
            </w:r>
            <w:proofErr w:type="gramStart"/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fruit</w:t>
            </w:r>
            <w:proofErr w:type="gramEnd"/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, movie, colour, game</w:t>
            </w:r>
            <w:r w:rsidRPr="001A210A">
              <w:rPr>
                <w:rFonts w:ascii="Verdana" w:hAnsi="Verdana"/>
                <w:i/>
                <w:sz w:val="16"/>
                <w:szCs w:val="16"/>
                <w:lang w:val="en-GB"/>
              </w:rPr>
              <w:t>?</w:t>
            </w: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 xml:space="preserve"> How many brothers or sisters do you have?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Children will interview some classmates in order to get information. </w:t>
            </w:r>
            <w:r w:rsidR="00FF3DAD">
              <w:rPr>
                <w:rFonts w:ascii="Verdana" w:hAnsi="Verdana"/>
                <w:sz w:val="16"/>
                <w:szCs w:val="16"/>
                <w:lang w:val="en-GB"/>
              </w:rPr>
              <w:t>Then, student</w:t>
            </w:r>
            <w:r w:rsidR="00B75BC2">
              <w:rPr>
                <w:rFonts w:ascii="Verdana" w:hAnsi="Verdana"/>
                <w:sz w:val="16"/>
                <w:szCs w:val="16"/>
                <w:lang w:val="en-GB"/>
              </w:rPr>
              <w:t xml:space="preserve">s </w:t>
            </w:r>
            <w:r w:rsidR="001A210A">
              <w:rPr>
                <w:rFonts w:ascii="Verdana" w:hAnsi="Verdana"/>
                <w:sz w:val="16"/>
                <w:szCs w:val="16"/>
                <w:lang w:val="en-GB"/>
              </w:rPr>
              <w:t xml:space="preserve">will create a bar graph to analyse the information and make their own conclusions.  </w:t>
            </w:r>
          </w:p>
        </w:tc>
      </w:tr>
      <w:tr w:rsidR="00340A2B" w:rsidRPr="000226A8" w:rsidTr="008726F4">
        <w:trPr>
          <w:trHeight w:val="105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340A2B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8726F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B4646C">
              <w:rPr>
                <w:rFonts w:ascii="Verdana" w:hAnsi="Verdana"/>
                <w:b/>
                <w:sz w:val="16"/>
                <w:szCs w:val="16"/>
                <w:lang w:val="en-GB"/>
              </w:rPr>
              <w:t>These children will interview 20 classmates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B4646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B4646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These </w:t>
            </w:r>
            <w:r w:rsidR="00E13205">
              <w:rPr>
                <w:rFonts w:ascii="Verdana" w:hAnsi="Verdana"/>
                <w:b/>
                <w:sz w:val="16"/>
                <w:szCs w:val="16"/>
                <w:lang w:val="en-GB"/>
              </w:rPr>
              <w:t>children will interview 15 classmates</w:t>
            </w: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E132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11437C">
              <w:rPr>
                <w:rFonts w:ascii="Verdana" w:hAnsi="Verdana"/>
                <w:b/>
                <w:sz w:val="16"/>
                <w:szCs w:val="16"/>
                <w:lang w:val="en-GB"/>
              </w:rPr>
              <w:t>These children will interview 10 classmates</w:t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8726F4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8726F4">
              <w:rPr>
                <w:rFonts w:ascii="Verdana" w:hAnsi="Verdana"/>
                <w:sz w:val="16"/>
                <w:szCs w:val="16"/>
                <w:lang w:val="en-GB"/>
              </w:rPr>
              <w:t xml:space="preserve">Ask the children to share </w:t>
            </w:r>
            <w:r w:rsidR="001168E7">
              <w:rPr>
                <w:rFonts w:ascii="Verdana" w:hAnsi="Verdana"/>
                <w:sz w:val="16"/>
                <w:szCs w:val="16"/>
                <w:lang w:val="en-GB"/>
              </w:rPr>
              <w:t>what they found</w:t>
            </w:r>
            <w:r w:rsidR="00B75BC2"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E49" w:rsidRDefault="00CA0E49" w:rsidP="001C6238">
      <w:pPr>
        <w:spacing w:after="0" w:line="240" w:lineRule="auto"/>
      </w:pPr>
      <w:r>
        <w:separator/>
      </w:r>
    </w:p>
  </w:endnote>
  <w:endnote w:type="continuationSeparator" w:id="0">
    <w:p w:rsidR="00CA0E49" w:rsidRDefault="00CA0E49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E49" w:rsidRDefault="00CA0E49" w:rsidP="001C6238">
      <w:pPr>
        <w:spacing w:after="0" w:line="240" w:lineRule="auto"/>
      </w:pPr>
      <w:r>
        <w:separator/>
      </w:r>
    </w:p>
  </w:footnote>
  <w:footnote w:type="continuationSeparator" w:id="0">
    <w:p w:rsidR="00CA0E49" w:rsidRDefault="00CA0E49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B5C7A"/>
    <w:multiLevelType w:val="hybridMultilevel"/>
    <w:tmpl w:val="FC480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92A"/>
    <w:rsid w:val="000006D2"/>
    <w:rsid w:val="00010F39"/>
    <w:rsid w:val="000178B9"/>
    <w:rsid w:val="000226A8"/>
    <w:rsid w:val="00031893"/>
    <w:rsid w:val="00052C6C"/>
    <w:rsid w:val="0011437C"/>
    <w:rsid w:val="001168E7"/>
    <w:rsid w:val="001437A5"/>
    <w:rsid w:val="00155A25"/>
    <w:rsid w:val="001A0619"/>
    <w:rsid w:val="001A210A"/>
    <w:rsid w:val="001C6238"/>
    <w:rsid w:val="0021744B"/>
    <w:rsid w:val="00245C00"/>
    <w:rsid w:val="00295EC6"/>
    <w:rsid w:val="002C27FA"/>
    <w:rsid w:val="002E3F4B"/>
    <w:rsid w:val="002F4B32"/>
    <w:rsid w:val="003061FE"/>
    <w:rsid w:val="00317141"/>
    <w:rsid w:val="0032154D"/>
    <w:rsid w:val="00336BC2"/>
    <w:rsid w:val="00340A2B"/>
    <w:rsid w:val="0034114F"/>
    <w:rsid w:val="00361E6D"/>
    <w:rsid w:val="00366713"/>
    <w:rsid w:val="00375E4E"/>
    <w:rsid w:val="003959A7"/>
    <w:rsid w:val="00444F69"/>
    <w:rsid w:val="00497609"/>
    <w:rsid w:val="00517BEB"/>
    <w:rsid w:val="00533200"/>
    <w:rsid w:val="00546A2A"/>
    <w:rsid w:val="005632C4"/>
    <w:rsid w:val="005650E7"/>
    <w:rsid w:val="00566490"/>
    <w:rsid w:val="00584EDA"/>
    <w:rsid w:val="005C3779"/>
    <w:rsid w:val="005C6A29"/>
    <w:rsid w:val="005D791A"/>
    <w:rsid w:val="005F2D62"/>
    <w:rsid w:val="0067753B"/>
    <w:rsid w:val="006F03D5"/>
    <w:rsid w:val="00706028"/>
    <w:rsid w:val="00734D1B"/>
    <w:rsid w:val="007376E5"/>
    <w:rsid w:val="0077504E"/>
    <w:rsid w:val="007864D7"/>
    <w:rsid w:val="00796FD9"/>
    <w:rsid w:val="007B5F2D"/>
    <w:rsid w:val="007D67CD"/>
    <w:rsid w:val="007F4D1D"/>
    <w:rsid w:val="0080256E"/>
    <w:rsid w:val="008365A1"/>
    <w:rsid w:val="00847570"/>
    <w:rsid w:val="0085004C"/>
    <w:rsid w:val="0085348E"/>
    <w:rsid w:val="008726F4"/>
    <w:rsid w:val="00873ACE"/>
    <w:rsid w:val="008822C8"/>
    <w:rsid w:val="00887C1C"/>
    <w:rsid w:val="008B59E6"/>
    <w:rsid w:val="008B7EEC"/>
    <w:rsid w:val="008C2CD5"/>
    <w:rsid w:val="0090413A"/>
    <w:rsid w:val="009176BC"/>
    <w:rsid w:val="00922918"/>
    <w:rsid w:val="009340E7"/>
    <w:rsid w:val="009739B0"/>
    <w:rsid w:val="00986230"/>
    <w:rsid w:val="00996666"/>
    <w:rsid w:val="009A3E65"/>
    <w:rsid w:val="009E5A7B"/>
    <w:rsid w:val="00A07255"/>
    <w:rsid w:val="00A26662"/>
    <w:rsid w:val="00A5492B"/>
    <w:rsid w:val="00A602BE"/>
    <w:rsid w:val="00A718EB"/>
    <w:rsid w:val="00A7565C"/>
    <w:rsid w:val="00A9309F"/>
    <w:rsid w:val="00AB5AC1"/>
    <w:rsid w:val="00AE210E"/>
    <w:rsid w:val="00AF07BE"/>
    <w:rsid w:val="00B4646C"/>
    <w:rsid w:val="00B57B1C"/>
    <w:rsid w:val="00B72BA3"/>
    <w:rsid w:val="00B742F3"/>
    <w:rsid w:val="00B75BC2"/>
    <w:rsid w:val="00B8591B"/>
    <w:rsid w:val="00B85E77"/>
    <w:rsid w:val="00BF1380"/>
    <w:rsid w:val="00C13CC2"/>
    <w:rsid w:val="00C239A8"/>
    <w:rsid w:val="00C26857"/>
    <w:rsid w:val="00C52762"/>
    <w:rsid w:val="00CA0E49"/>
    <w:rsid w:val="00CA3413"/>
    <w:rsid w:val="00CB7A87"/>
    <w:rsid w:val="00CD4405"/>
    <w:rsid w:val="00CD747E"/>
    <w:rsid w:val="00D06919"/>
    <w:rsid w:val="00DA6DE6"/>
    <w:rsid w:val="00DF37DE"/>
    <w:rsid w:val="00E02E3E"/>
    <w:rsid w:val="00E13205"/>
    <w:rsid w:val="00E707DA"/>
    <w:rsid w:val="00E7692A"/>
    <w:rsid w:val="00E76D4C"/>
    <w:rsid w:val="00EC0111"/>
    <w:rsid w:val="00F20647"/>
    <w:rsid w:val="00F21DE8"/>
    <w:rsid w:val="00F561B2"/>
    <w:rsid w:val="00F608FD"/>
    <w:rsid w:val="00F86F54"/>
    <w:rsid w:val="00FF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caicedo\Desktop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96576-A3F4-480E-9DD1-A07B8A3B9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</Template>
  <TotalTime>27</TotalTime>
  <Pages>1</Pages>
  <Words>417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aucaicedo</dc:creator>
  <cp:lastModifiedBy>Pili</cp:lastModifiedBy>
  <cp:revision>2</cp:revision>
  <cp:lastPrinted>2009-01-26T13:55:00Z</cp:lastPrinted>
  <dcterms:created xsi:type="dcterms:W3CDTF">2011-10-21T03:33:00Z</dcterms:created>
  <dcterms:modified xsi:type="dcterms:W3CDTF">2011-10-22T19:19:00Z</dcterms:modified>
</cp:coreProperties>
</file>